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EA8" w:rsidRDefault="00060C52" w:rsidP="00060C52">
      <w:pPr>
        <w:jc w:val="center"/>
      </w:pPr>
      <w:r>
        <w:t>Cell Division Phase Review – AP Biology</w:t>
      </w:r>
    </w:p>
    <w:p w:rsidR="00060C52" w:rsidRDefault="00060C52" w:rsidP="00060C52">
      <w:pPr>
        <w:jc w:val="center"/>
      </w:pPr>
    </w:p>
    <w:p w:rsidR="00060C52" w:rsidRDefault="00060C52" w:rsidP="00060C52">
      <w:r>
        <w:t xml:space="preserve">For each </w:t>
      </w:r>
      <w:r w:rsidR="00991721">
        <w:t xml:space="preserve">of the 12 </w:t>
      </w:r>
      <w:r>
        <w:t>diagram</w:t>
      </w:r>
      <w:r w:rsidR="00991721">
        <w:t>s</w:t>
      </w:r>
      <w:r>
        <w:t>, answer the following on separate paper:</w:t>
      </w:r>
    </w:p>
    <w:p w:rsidR="00060C52" w:rsidRDefault="00060C52" w:rsidP="00060C52"/>
    <w:p w:rsidR="00060C52" w:rsidRDefault="00060C52" w:rsidP="00060C52">
      <w:r>
        <w:t>1. Is the diagram showing Interphase or M-Phase? What is your evidence?</w:t>
      </w:r>
    </w:p>
    <w:p w:rsidR="00060C52" w:rsidRDefault="00060C52" w:rsidP="00060C52">
      <w:r>
        <w:t>2. If M-phase, is it Mitosis, Meiosis or Cytokinesis? What is your evidence?</w:t>
      </w:r>
    </w:p>
    <w:p w:rsidR="00060C52" w:rsidRDefault="00060C52" w:rsidP="00060C52">
      <w:r>
        <w:t>3. If Mitosis, what specific phase is it (Prophase, metaphase, anaphase, telophase?) What is your evidence?</w:t>
      </w:r>
    </w:p>
    <w:p w:rsidR="00060C52" w:rsidRDefault="00060C52" w:rsidP="00060C52">
      <w:r>
        <w:t>4. If Mei</w:t>
      </w:r>
      <w:r>
        <w:t>osis, what specific phase is it (Prophase</w:t>
      </w:r>
      <w:r>
        <w:t xml:space="preserve"> 1 or 2</w:t>
      </w:r>
      <w:r>
        <w:t>, metaphase</w:t>
      </w:r>
      <w:r>
        <w:t xml:space="preserve"> 1 or 2</w:t>
      </w:r>
      <w:r>
        <w:t>, anaphase</w:t>
      </w:r>
      <w:r>
        <w:t xml:space="preserve"> 1 or 2</w:t>
      </w:r>
      <w:r>
        <w:t>, telophase?) What is your evidence?</w:t>
      </w:r>
    </w:p>
    <w:p w:rsidR="00060C52" w:rsidRDefault="00060C52" w:rsidP="00060C52">
      <w:r>
        <w:t>5. Is this a form of sexual or asexual cell division? What is your reasoning?</w:t>
      </w:r>
    </w:p>
    <w:p w:rsidR="00060C52" w:rsidRDefault="00060C52" w:rsidP="00060C52">
      <w:r>
        <w:t>6. Will somatic cells or gametes be the resulting cells? What is your reasoning?</w:t>
      </w:r>
    </w:p>
    <w:p w:rsidR="00060C52" w:rsidRDefault="00060C52" w:rsidP="00060C52">
      <w:r>
        <w:t>7. Describe the relative concentrations of CDK, Cyclin, &amp; MPF in this point of the cell cycle. Explain your reasoning.</w:t>
      </w:r>
    </w:p>
    <w:p w:rsidR="00060C52" w:rsidRDefault="00060C52" w:rsidP="00060C52"/>
    <w:p w:rsidR="00F67BFC" w:rsidRDefault="00F67BFC" w:rsidP="00060C52"/>
    <w:p w:rsidR="00F67BFC" w:rsidRDefault="00F67BFC" w:rsidP="00060C52"/>
    <w:p w:rsidR="00F67BFC" w:rsidRDefault="00F67BFC" w:rsidP="00060C52"/>
    <w:p w:rsidR="00F67BFC" w:rsidRDefault="00F67BFC" w:rsidP="00F67BFC">
      <w:pPr>
        <w:jc w:val="center"/>
      </w:pPr>
      <w:r>
        <w:t>Cell Division Phase Review – AP Biology</w:t>
      </w:r>
    </w:p>
    <w:p w:rsidR="00F67BFC" w:rsidRDefault="00F67BFC" w:rsidP="00F67BFC">
      <w:pPr>
        <w:jc w:val="center"/>
      </w:pPr>
    </w:p>
    <w:p w:rsidR="00F67BFC" w:rsidRDefault="00F67BFC" w:rsidP="00F67BFC">
      <w:r>
        <w:t>For each of the 12 diagrams, answer the following on separate paper:</w:t>
      </w:r>
    </w:p>
    <w:p w:rsidR="00F67BFC" w:rsidRDefault="00F67BFC" w:rsidP="00F67BFC"/>
    <w:p w:rsidR="00F67BFC" w:rsidRDefault="00F67BFC" w:rsidP="00F67BFC">
      <w:r>
        <w:t>1. Is the diagram showing Interphase or M-Phase? What is your evidence?</w:t>
      </w:r>
    </w:p>
    <w:p w:rsidR="00F67BFC" w:rsidRDefault="00F67BFC" w:rsidP="00F67BFC">
      <w:r>
        <w:t>2. If M-phase, is it Mitosis, Meiosis or Cytokinesis? What is your evidence?</w:t>
      </w:r>
    </w:p>
    <w:p w:rsidR="00F67BFC" w:rsidRDefault="00F67BFC" w:rsidP="00F67BFC">
      <w:r>
        <w:t>3. If Mitosis, what specific phase is it (Prophase, metaphase, anaphase, telophase?) What is your evidence?</w:t>
      </w:r>
    </w:p>
    <w:p w:rsidR="00F67BFC" w:rsidRDefault="00F67BFC" w:rsidP="00F67BFC">
      <w:r>
        <w:t>4. If Meiosis, what specific phase is it (Prophase 1 or 2, metaphase 1 or 2, anaphase 1 or 2, telophase?) What is your evidence?</w:t>
      </w:r>
    </w:p>
    <w:p w:rsidR="00F67BFC" w:rsidRDefault="00F67BFC" w:rsidP="00F67BFC">
      <w:r>
        <w:t>5. Is this a form of sexual or asexual cell division? What is your reasoning?</w:t>
      </w:r>
    </w:p>
    <w:p w:rsidR="00F67BFC" w:rsidRDefault="00F67BFC" w:rsidP="00F67BFC">
      <w:r>
        <w:t>6. Will somatic cells or gametes be the resulting cells? What is your reasoning?</w:t>
      </w:r>
    </w:p>
    <w:p w:rsidR="00F67BFC" w:rsidRDefault="00F67BFC" w:rsidP="00F67BFC">
      <w:r>
        <w:t>7. Describe the relative concentrations of CDK, Cyclin, &amp; MPF in this point of the cell cycle. Explain your reasoning.</w:t>
      </w:r>
    </w:p>
    <w:p w:rsidR="00F67BFC" w:rsidRDefault="00F67BFC" w:rsidP="00060C52"/>
    <w:p w:rsidR="00F67BFC" w:rsidRDefault="00F67BFC" w:rsidP="00060C52"/>
    <w:p w:rsidR="00F67BFC" w:rsidRDefault="00F67BFC" w:rsidP="00060C52"/>
    <w:p w:rsidR="00F67BFC" w:rsidRDefault="00F67BFC" w:rsidP="00060C52"/>
    <w:p w:rsidR="00F67BFC" w:rsidRDefault="00F67BFC" w:rsidP="00060C52"/>
    <w:p w:rsidR="00F67BFC" w:rsidRDefault="00F67BFC" w:rsidP="00F67BFC">
      <w:pPr>
        <w:jc w:val="center"/>
      </w:pPr>
      <w:r>
        <w:t>Cell Division Phase Review – AP Biology</w:t>
      </w:r>
    </w:p>
    <w:p w:rsidR="00F67BFC" w:rsidRDefault="00F67BFC" w:rsidP="00F67BFC">
      <w:pPr>
        <w:jc w:val="center"/>
      </w:pPr>
    </w:p>
    <w:p w:rsidR="00F67BFC" w:rsidRDefault="00F67BFC" w:rsidP="00F67BFC">
      <w:r>
        <w:t>For each of the 12 diagrams, answer the following on separate paper:</w:t>
      </w:r>
    </w:p>
    <w:p w:rsidR="00F67BFC" w:rsidRDefault="00F67BFC" w:rsidP="00F67BFC"/>
    <w:p w:rsidR="00F67BFC" w:rsidRDefault="00F67BFC" w:rsidP="00F67BFC">
      <w:r>
        <w:t>1. Is the diagram showing Interphase or M-Phase? What is your evidence?</w:t>
      </w:r>
    </w:p>
    <w:p w:rsidR="00F67BFC" w:rsidRDefault="00F67BFC" w:rsidP="00F67BFC">
      <w:r>
        <w:t>2. If M-phase, is it Mitosis, Meiosis or Cytokinesis? What is your evidence?</w:t>
      </w:r>
    </w:p>
    <w:p w:rsidR="00F67BFC" w:rsidRDefault="00F67BFC" w:rsidP="00F67BFC">
      <w:r>
        <w:t>3. If Mitosis, what specific phase is it (Prophase, metaphase, anaphase, telophase?) What is your evidence?</w:t>
      </w:r>
    </w:p>
    <w:p w:rsidR="00F67BFC" w:rsidRDefault="00F67BFC" w:rsidP="00F67BFC">
      <w:r>
        <w:t>4. If Meiosis, what specific phase is it (Prophase 1 or 2, metaphase 1 or 2, anaphase 1 or 2, telophase?) What is your evidence?</w:t>
      </w:r>
    </w:p>
    <w:p w:rsidR="00F67BFC" w:rsidRDefault="00F67BFC" w:rsidP="00F67BFC">
      <w:r>
        <w:t>5. Is this a form of sexual or asexual cell division? What is your reasoning?</w:t>
      </w:r>
    </w:p>
    <w:p w:rsidR="00F67BFC" w:rsidRDefault="00F67BFC" w:rsidP="00F67BFC">
      <w:r>
        <w:t>6. Will somatic cells or gametes be the resulting cells? What is your reasoning?</w:t>
      </w:r>
    </w:p>
    <w:p w:rsidR="00F67BFC" w:rsidRDefault="00F67BFC" w:rsidP="00060C52">
      <w:r>
        <w:t>7. Describe the relative concentrations of CDK, Cyclin, &amp; MPF in this point of the cell cycle. Explain your reasoning.</w:t>
      </w:r>
      <w:bookmarkStart w:id="0" w:name="_GoBack"/>
      <w:bookmarkEnd w:id="0"/>
    </w:p>
    <w:sectPr w:rsidR="00F67BFC" w:rsidSect="00060C52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52"/>
    <w:rsid w:val="00060C52"/>
    <w:rsid w:val="00580E96"/>
    <w:rsid w:val="0059594A"/>
    <w:rsid w:val="00786754"/>
    <w:rsid w:val="00991721"/>
    <w:rsid w:val="00F6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A1EE3E-B27B-4560-AD23-606FE602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BEB3C3D7</Template>
  <TotalTime>11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Petrov, Leanne</dc:creator>
  <cp:keywords/>
  <dc:description/>
  <cp:lastModifiedBy>Petrov, Leanne</cp:lastModifiedBy>
  <cp:revision>2</cp:revision>
  <dcterms:created xsi:type="dcterms:W3CDTF">2017-01-24T15:12:00Z</dcterms:created>
  <dcterms:modified xsi:type="dcterms:W3CDTF">2017-01-24T15:23:00Z</dcterms:modified>
</cp:coreProperties>
</file>